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10C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265367" w:rsidRDefault="00265367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265367" w:rsidRDefault="00265367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p w:rsidR="008C610C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tbl>
      <w:tblPr>
        <w:tblStyle w:val="Grigliatabella1"/>
        <w:tblpPr w:leftFromText="141" w:rightFromText="141" w:vertAnchor="page" w:horzAnchor="margin" w:tblpY="3391"/>
        <w:tblW w:w="0" w:type="auto"/>
        <w:tblLook w:val="04A0" w:firstRow="1" w:lastRow="0" w:firstColumn="1" w:lastColumn="0" w:noHBand="0" w:noVBand="1"/>
      </w:tblPr>
      <w:tblGrid>
        <w:gridCol w:w="9287"/>
      </w:tblGrid>
      <w:tr w:rsidR="008C610C" w:rsidRPr="008C610C" w:rsidTr="00265367">
        <w:tc>
          <w:tcPr>
            <w:tcW w:w="9287" w:type="dxa"/>
          </w:tcPr>
          <w:p w:rsidR="008C610C" w:rsidRPr="008C610C" w:rsidRDefault="008C610C" w:rsidP="00265367">
            <w:pPr>
              <w:overflowPunct/>
              <w:autoSpaceDE/>
              <w:autoSpaceDN/>
              <w:adjustRightInd/>
              <w:textAlignment w:val="auto"/>
              <w:rPr>
                <w:b/>
                <w:sz w:val="28"/>
                <w:szCs w:val="28"/>
              </w:rPr>
            </w:pPr>
            <w:r w:rsidRPr="008C610C">
              <w:rPr>
                <w:b/>
                <w:sz w:val="28"/>
                <w:szCs w:val="28"/>
              </w:rPr>
              <w:t xml:space="preserve">                          RICHIESTA DI ADESIONE AL CORSO DI  FORMAZIONE</w:t>
            </w:r>
          </w:p>
          <w:p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8C610C">
              <w:rPr>
                <w:b/>
                <w:sz w:val="28"/>
                <w:szCs w:val="28"/>
              </w:rPr>
              <w:t xml:space="preserve">DOCENTI </w:t>
            </w:r>
            <w:r>
              <w:rPr>
                <w:b/>
                <w:sz w:val="28"/>
                <w:szCs w:val="28"/>
              </w:rPr>
              <w:t>SCUOLA DELL’INFANZIA</w:t>
            </w:r>
          </w:p>
        </w:tc>
      </w:tr>
      <w:tr w:rsidR="008C610C" w:rsidRPr="008C610C" w:rsidTr="00265367">
        <w:tc>
          <w:tcPr>
            <w:tcW w:w="9287" w:type="dxa"/>
          </w:tcPr>
          <w:p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  <w:p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 w:rsidRPr="008C610C">
              <w:rPr>
                <w:b/>
                <w:szCs w:val="24"/>
              </w:rPr>
              <w:t xml:space="preserve">Da inviare a </w:t>
            </w:r>
          </w:p>
          <w:p w:rsidR="008C610C" w:rsidRPr="008C610C" w:rsidRDefault="007A72DF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hyperlink r:id="rId9" w:history="1">
              <w:r w:rsidR="008C610C" w:rsidRPr="008C610C">
                <w:rPr>
                  <w:b/>
                  <w:color w:val="0000FF" w:themeColor="hyperlink"/>
                  <w:szCs w:val="24"/>
                  <w:u w:val="single"/>
                </w:rPr>
                <w:t>direzione-marche@istruzione.it</w:t>
              </w:r>
            </w:hyperlink>
            <w:r w:rsidR="008C610C" w:rsidRPr="008C610C">
              <w:rPr>
                <w:b/>
                <w:szCs w:val="24"/>
              </w:rPr>
              <w:t xml:space="preserve"> </w:t>
            </w:r>
          </w:p>
          <w:p w:rsidR="008C610C" w:rsidRPr="008C610C" w:rsidRDefault="00AC1C7E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Cs w:val="24"/>
              </w:rPr>
            </w:pPr>
            <w:r>
              <w:rPr>
                <w:b/>
                <w:szCs w:val="24"/>
              </w:rPr>
              <w:t>entro il 10</w:t>
            </w:r>
            <w:bookmarkStart w:id="0" w:name="_GoBack"/>
            <w:bookmarkEnd w:id="0"/>
            <w:r w:rsidR="008C610C">
              <w:rPr>
                <w:b/>
                <w:szCs w:val="24"/>
              </w:rPr>
              <w:t xml:space="preserve"> dicembre 2018</w:t>
            </w:r>
          </w:p>
          <w:p w:rsidR="008C610C" w:rsidRPr="008C610C" w:rsidRDefault="008C610C" w:rsidP="002653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</w:tr>
    </w:tbl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>
        <w:rPr>
          <w:rFonts w:asciiTheme="minorHAnsi" w:eastAsiaTheme="minorHAnsi" w:hAnsiTheme="minorHAnsi" w:cstheme="minorBidi"/>
          <w:szCs w:val="24"/>
          <w:lang w:eastAsia="en-US"/>
        </w:rPr>
        <w:t xml:space="preserve">Il/la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sottoscritto/a  </w:t>
      </w:r>
      <w:r>
        <w:rPr>
          <w:rFonts w:asciiTheme="minorHAnsi" w:eastAsiaTheme="minorHAnsi" w:hAnsiTheme="minorHAnsi" w:cstheme="minorBidi"/>
          <w:szCs w:val="24"/>
          <w:lang w:eastAsia="en-US"/>
        </w:rPr>
        <w:t>________________________________________________________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>D</w:t>
      </w:r>
      <w:r>
        <w:rPr>
          <w:rFonts w:asciiTheme="minorHAnsi" w:eastAsiaTheme="minorHAnsi" w:hAnsiTheme="minorHAnsi" w:cstheme="minorBidi"/>
          <w:szCs w:val="24"/>
          <w:lang w:eastAsia="en-US"/>
        </w:rPr>
        <w:t>ocente in servizio presso l’Istituto ___________________________________________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b/>
          <w:szCs w:val="24"/>
          <w:lang w:eastAsia="en-US"/>
        </w:rPr>
        <w:t>CHIEDE</w:t>
      </w:r>
    </w:p>
    <w:p w:rsidR="008C610C" w:rsidRDefault="008C610C" w:rsidP="008C610C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b/>
          <w:szCs w:val="24"/>
          <w:lang w:eastAsia="en-US"/>
        </w:rPr>
        <w:t xml:space="preserve">DI ADERIRE </w:t>
      </w:r>
      <w:r>
        <w:rPr>
          <w:rFonts w:asciiTheme="minorHAnsi" w:eastAsiaTheme="minorHAnsi" w:hAnsiTheme="minorHAnsi" w:cstheme="minorBidi"/>
          <w:b/>
          <w:szCs w:val="24"/>
          <w:lang w:eastAsia="en-US"/>
        </w:rPr>
        <w:t>ALLA GIORNATA IN-FORMATIVA</w:t>
      </w:r>
    </w:p>
    <w:p w:rsidR="008C610C" w:rsidRPr="007A643B" w:rsidRDefault="008C610C" w:rsidP="008C610C">
      <w:pPr>
        <w:tabs>
          <w:tab w:val="left" w:pos="720"/>
          <w:tab w:val="center" w:pos="4819"/>
          <w:tab w:val="right" w:pos="9638"/>
        </w:tabs>
        <w:suppressAutoHyphens/>
        <w:jc w:val="both"/>
        <w:textAlignment w:val="auto"/>
        <w:rPr>
          <w:rFonts w:asciiTheme="minorHAnsi" w:hAnsiTheme="minorHAnsi"/>
          <w:b/>
          <w:szCs w:val="24"/>
        </w:rPr>
      </w:pPr>
      <w:r w:rsidRPr="007A643B">
        <w:rPr>
          <w:rFonts w:asciiTheme="minorHAnsi" w:hAnsiTheme="minorHAnsi"/>
          <w:b/>
          <w:szCs w:val="24"/>
        </w:rPr>
        <w:t xml:space="preserve">“Bimbinsegnantincampo…competenti si diventa!” scuola d’Infanzia </w:t>
      </w:r>
      <w:proofErr w:type="spellStart"/>
      <w:r w:rsidRPr="007A643B">
        <w:rPr>
          <w:rFonts w:asciiTheme="minorHAnsi" w:hAnsiTheme="minorHAnsi"/>
          <w:b/>
          <w:szCs w:val="24"/>
        </w:rPr>
        <w:t>a.s.</w:t>
      </w:r>
      <w:proofErr w:type="spellEnd"/>
      <w:r w:rsidRPr="007A643B">
        <w:rPr>
          <w:rFonts w:asciiTheme="minorHAnsi" w:hAnsiTheme="minorHAnsi"/>
          <w:b/>
          <w:szCs w:val="24"/>
        </w:rPr>
        <w:t xml:space="preserve"> 2018/2019. </w:t>
      </w:r>
    </w:p>
    <w:p w:rsidR="007A643B" w:rsidRDefault="007A643B" w:rsidP="007A643B">
      <w:pPr>
        <w:tabs>
          <w:tab w:val="left" w:pos="5085"/>
        </w:tabs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</w:p>
    <w:p w:rsidR="007A643B" w:rsidRDefault="007A643B" w:rsidP="007A643B">
      <w:pPr>
        <w:tabs>
          <w:tab w:val="left" w:pos="5085"/>
        </w:tabs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Cs w:val="24"/>
          <w:lang w:eastAsia="en-US"/>
        </w:rPr>
        <w:t>DEL 12 DICEMBRE 2018  presso L’IC “Don Bosco” di Tolentino</w:t>
      </w:r>
      <w:r>
        <w:rPr>
          <w:rFonts w:asciiTheme="minorHAnsi" w:eastAsiaTheme="minorHAnsi" w:hAnsiTheme="minorHAnsi" w:cstheme="minorBidi"/>
          <w:b/>
          <w:szCs w:val="24"/>
          <w:lang w:eastAsia="en-US"/>
        </w:rPr>
        <w:tab/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Recapiti  del docente:    </w:t>
      </w:r>
    </w:p>
    <w:p w:rsidR="008C610C" w:rsidRPr="008C610C" w:rsidRDefault="008C610C" w:rsidP="007A643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tel.__________________________          </w:t>
      </w:r>
      <w:r w:rsidR="007A643B">
        <w:rPr>
          <w:rFonts w:asciiTheme="minorHAnsi" w:eastAsiaTheme="minorHAnsi" w:hAnsiTheme="minorHAnsi" w:cstheme="minorBidi"/>
          <w:szCs w:val="24"/>
          <w:lang w:eastAsia="en-US"/>
        </w:rPr>
        <w:t xml:space="preserve">          e-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>mail________________________________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>Luogo e data___________________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Firma del docente                                                                   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________________________                                                                              </w:t>
      </w:r>
    </w:p>
    <w:p w:rsidR="008C610C" w:rsidRPr="008C610C" w:rsidRDefault="008C610C" w:rsidP="008C610C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                                                                                                                   Il Dirigente Scolastico</w:t>
      </w:r>
    </w:p>
    <w:p w:rsidR="008C610C" w:rsidRPr="008C610C" w:rsidRDefault="008C610C" w:rsidP="007A643B">
      <w:pPr>
        <w:overflowPunct/>
        <w:autoSpaceDE/>
        <w:autoSpaceDN/>
        <w:adjustRightInd/>
        <w:spacing w:after="200" w:line="276" w:lineRule="auto"/>
        <w:jc w:val="right"/>
        <w:textAlignment w:val="auto"/>
        <w:rPr>
          <w:rFonts w:asciiTheme="minorHAnsi" w:eastAsiaTheme="minorHAnsi" w:hAnsiTheme="minorHAnsi" w:cstheme="minorBidi"/>
          <w:szCs w:val="24"/>
          <w:lang w:eastAsia="en-US"/>
        </w:rPr>
      </w:pP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         </w:t>
      </w:r>
      <w:r w:rsidRPr="008C610C">
        <w:rPr>
          <w:rFonts w:asciiTheme="minorHAnsi" w:eastAsiaTheme="minorHAnsi" w:hAnsiTheme="minorHAnsi" w:cstheme="minorBidi"/>
          <w:b/>
          <w:szCs w:val="24"/>
          <w:lang w:eastAsia="en-US"/>
        </w:rPr>
        <w:t xml:space="preserve">VISTO. SI AUTORIZZA                                         </w:t>
      </w:r>
      <w:r w:rsidRPr="008C610C">
        <w:rPr>
          <w:rFonts w:asciiTheme="minorHAnsi" w:eastAsiaTheme="minorHAnsi" w:hAnsiTheme="minorHAnsi" w:cstheme="minorBidi"/>
          <w:sz w:val="20"/>
          <w:lang w:eastAsia="en-US"/>
        </w:rPr>
        <w:t>Timbro e firma</w:t>
      </w:r>
      <w:r w:rsidRPr="008C610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="007A643B">
        <w:rPr>
          <w:rFonts w:asciiTheme="minorHAnsi" w:eastAsiaTheme="minorHAnsi" w:hAnsiTheme="minorHAnsi" w:cstheme="minorBidi"/>
          <w:szCs w:val="24"/>
          <w:lang w:eastAsia="en-US"/>
        </w:rPr>
        <w:t xml:space="preserve">   </w:t>
      </w:r>
      <w:r w:rsidRPr="008C610C">
        <w:rPr>
          <w:rFonts w:asciiTheme="minorHAnsi" w:eastAsiaTheme="minorHAnsi" w:hAnsiTheme="minorHAnsi" w:cstheme="minorBidi"/>
          <w:szCs w:val="24"/>
          <w:lang w:eastAsia="en-US"/>
        </w:rPr>
        <w:t>________________________</w:t>
      </w:r>
    </w:p>
    <w:p w:rsidR="008C610C" w:rsidRPr="00330A64" w:rsidRDefault="008C610C" w:rsidP="008A35DE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8"/>
          <w:szCs w:val="28"/>
        </w:rPr>
      </w:pPr>
    </w:p>
    <w:sectPr w:rsidR="008C610C" w:rsidRPr="00330A64" w:rsidSect="00D948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418" w:bottom="851" w:left="1418" w:header="539" w:footer="1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DF" w:rsidRDefault="007A72DF">
      <w:r>
        <w:separator/>
      </w:r>
    </w:p>
  </w:endnote>
  <w:endnote w:type="continuationSeparator" w:id="0">
    <w:p w:rsidR="007A72DF" w:rsidRDefault="007A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EE" w:rsidRDefault="001642E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8E" w:rsidRDefault="006E588E" w:rsidP="001446D9">
    <w:pPr>
      <w:pStyle w:val="Pidipagina"/>
      <w:jc w:val="center"/>
      <w:rPr>
        <w:rFonts w:ascii="Garamond" w:hAnsi="Garamond" w:cs="Arial"/>
        <w:sz w:val="18"/>
        <w:szCs w:val="18"/>
      </w:rPr>
    </w:pPr>
  </w:p>
  <w:p w:rsidR="006E588E" w:rsidRDefault="006E588E" w:rsidP="001446D9">
    <w:pPr>
      <w:pStyle w:val="Pidipagina"/>
      <w:jc w:val="center"/>
      <w:rPr>
        <w:rFonts w:ascii="Garamond" w:hAnsi="Garamond" w:cs="Arial"/>
        <w:sz w:val="18"/>
        <w:szCs w:val="18"/>
      </w:rPr>
    </w:pPr>
  </w:p>
  <w:p w:rsidR="002E6CB5" w:rsidRPr="006E588E" w:rsidRDefault="00265367" w:rsidP="006E588E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265367">
      <w:rPr>
        <w:rFonts w:asciiTheme="minorHAnsi" w:hAnsiTheme="minorHAnsi" w:cs="Arial"/>
        <w:sz w:val="18"/>
        <w:szCs w:val="18"/>
      </w:rPr>
      <w:t xml:space="preserve">201811231430_Modello_Adesione_Bimbinsegnantincampo_ Incontro </w:t>
    </w:r>
    <w:proofErr w:type="spellStart"/>
    <w:r w:rsidRPr="00265367">
      <w:rPr>
        <w:rFonts w:asciiTheme="minorHAnsi" w:hAnsiTheme="minorHAnsi" w:cs="Arial"/>
        <w:sz w:val="18"/>
        <w:szCs w:val="18"/>
      </w:rPr>
      <w:t>in_formativo</w:t>
    </w:r>
    <w:proofErr w:type="spellEnd"/>
    <w:r w:rsidRPr="00265367">
      <w:rPr>
        <w:rFonts w:asciiTheme="minorHAnsi" w:hAnsiTheme="minorHAnsi" w:cs="Arial"/>
        <w:sz w:val="18"/>
        <w:szCs w:val="18"/>
      </w:rPr>
      <w:t xml:space="preserve"> territoriale.docx</w:t>
    </w:r>
  </w:p>
  <w:p w:rsidR="002E6CB5" w:rsidRPr="006F4E6F" w:rsidRDefault="002E6CB5" w:rsidP="006E588E">
    <w:pPr>
      <w:pStyle w:val="Pidipagina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:rsidR="002E6CB5" w:rsidRPr="006F4E6F" w:rsidRDefault="002E6CB5" w:rsidP="006E588E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:rsidR="002E6CB5" w:rsidRPr="006F4E6F" w:rsidRDefault="002E6CB5" w:rsidP="006E588E">
    <w:pPr>
      <w:pStyle w:val="Pidipagina"/>
      <w:jc w:val="both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EE" w:rsidRDefault="001642E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DF" w:rsidRDefault="007A72DF">
      <w:r>
        <w:separator/>
      </w:r>
    </w:p>
  </w:footnote>
  <w:footnote w:type="continuationSeparator" w:id="0">
    <w:p w:rsidR="007A72DF" w:rsidRDefault="007A7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EE" w:rsidRDefault="001642E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3D2DE9">
    <w:pPr>
      <w:pStyle w:val="Intestazione"/>
      <w:spacing w:after="60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569C8ACF" wp14:editId="4E860E27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3D2DE9" w:rsidRDefault="003D2DE9" w:rsidP="003D2DE9">
    <w:pPr>
      <w:jc w:val="center"/>
      <w:rPr>
        <w:rFonts w:ascii="Monotype Corsiva" w:hAnsi="Monotype Corsiva" w:cs="Tahoma"/>
        <w:i/>
        <w:sz w:val="32"/>
        <w:szCs w:val="32"/>
      </w:rPr>
    </w:pPr>
    <w:r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2EE" w:rsidRDefault="001642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17C"/>
    <w:rsid w:val="000829D2"/>
    <w:rsid w:val="001169C1"/>
    <w:rsid w:val="001328E3"/>
    <w:rsid w:val="00136AAF"/>
    <w:rsid w:val="001446D9"/>
    <w:rsid w:val="001642EE"/>
    <w:rsid w:val="00190B8A"/>
    <w:rsid w:val="001C586C"/>
    <w:rsid w:val="00247B14"/>
    <w:rsid w:val="00265367"/>
    <w:rsid w:val="00281B38"/>
    <w:rsid w:val="002A2A80"/>
    <w:rsid w:val="002E6CB5"/>
    <w:rsid w:val="002F1857"/>
    <w:rsid w:val="002F39BA"/>
    <w:rsid w:val="002F45C3"/>
    <w:rsid w:val="00325D26"/>
    <w:rsid w:val="00326968"/>
    <w:rsid w:val="00330A64"/>
    <w:rsid w:val="00340F90"/>
    <w:rsid w:val="00344046"/>
    <w:rsid w:val="0038017C"/>
    <w:rsid w:val="00396DCD"/>
    <w:rsid w:val="003A2189"/>
    <w:rsid w:val="003B4C21"/>
    <w:rsid w:val="003C6398"/>
    <w:rsid w:val="003D2DE9"/>
    <w:rsid w:val="003E14EE"/>
    <w:rsid w:val="00427F65"/>
    <w:rsid w:val="00451B49"/>
    <w:rsid w:val="0047283F"/>
    <w:rsid w:val="005173B6"/>
    <w:rsid w:val="00527FC3"/>
    <w:rsid w:val="00586341"/>
    <w:rsid w:val="005A036E"/>
    <w:rsid w:val="005B1070"/>
    <w:rsid w:val="005C72CB"/>
    <w:rsid w:val="005D0EF5"/>
    <w:rsid w:val="005E72F2"/>
    <w:rsid w:val="0062214C"/>
    <w:rsid w:val="0066114A"/>
    <w:rsid w:val="00674550"/>
    <w:rsid w:val="00686718"/>
    <w:rsid w:val="006A2BB1"/>
    <w:rsid w:val="006B34B4"/>
    <w:rsid w:val="006D43B8"/>
    <w:rsid w:val="006E4A3F"/>
    <w:rsid w:val="006E588E"/>
    <w:rsid w:val="007228EE"/>
    <w:rsid w:val="00725996"/>
    <w:rsid w:val="0073795F"/>
    <w:rsid w:val="00777C59"/>
    <w:rsid w:val="00787314"/>
    <w:rsid w:val="007A643B"/>
    <w:rsid w:val="007A72DF"/>
    <w:rsid w:val="00805F59"/>
    <w:rsid w:val="00820087"/>
    <w:rsid w:val="00831A5E"/>
    <w:rsid w:val="00856D0E"/>
    <w:rsid w:val="008A35DE"/>
    <w:rsid w:val="008A3D06"/>
    <w:rsid w:val="008B4793"/>
    <w:rsid w:val="008C5CA0"/>
    <w:rsid w:val="008C610C"/>
    <w:rsid w:val="00904484"/>
    <w:rsid w:val="00911C62"/>
    <w:rsid w:val="00952391"/>
    <w:rsid w:val="00964E85"/>
    <w:rsid w:val="00990D6F"/>
    <w:rsid w:val="00995801"/>
    <w:rsid w:val="009A270E"/>
    <w:rsid w:val="009A5CFE"/>
    <w:rsid w:val="009C4538"/>
    <w:rsid w:val="00A06A97"/>
    <w:rsid w:val="00A25362"/>
    <w:rsid w:val="00A43D45"/>
    <w:rsid w:val="00A50BEC"/>
    <w:rsid w:val="00A514CD"/>
    <w:rsid w:val="00AA7A72"/>
    <w:rsid w:val="00AC1C7E"/>
    <w:rsid w:val="00AC63AB"/>
    <w:rsid w:val="00B21EC8"/>
    <w:rsid w:val="00B33494"/>
    <w:rsid w:val="00B9297F"/>
    <w:rsid w:val="00BA4C0A"/>
    <w:rsid w:val="00C53192"/>
    <w:rsid w:val="00C66C50"/>
    <w:rsid w:val="00C82B47"/>
    <w:rsid w:val="00C83861"/>
    <w:rsid w:val="00CC3989"/>
    <w:rsid w:val="00D256A6"/>
    <w:rsid w:val="00D41A46"/>
    <w:rsid w:val="00D70B9C"/>
    <w:rsid w:val="00D876A3"/>
    <w:rsid w:val="00D94020"/>
    <w:rsid w:val="00D9481F"/>
    <w:rsid w:val="00DB46EC"/>
    <w:rsid w:val="00DD158E"/>
    <w:rsid w:val="00DD1DAC"/>
    <w:rsid w:val="00DF5567"/>
    <w:rsid w:val="00E322CF"/>
    <w:rsid w:val="00E42106"/>
    <w:rsid w:val="00E634CE"/>
    <w:rsid w:val="00E95693"/>
    <w:rsid w:val="00EF6E10"/>
    <w:rsid w:val="00F0112F"/>
    <w:rsid w:val="00F658DB"/>
    <w:rsid w:val="00F70D7B"/>
    <w:rsid w:val="00F90DB3"/>
    <w:rsid w:val="00FD32B8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8C61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8C61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MODELLO%20USR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E93A2-73D8-484E-BAA3-B73AA23F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carta intestata.dotx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1176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4</cp:revision>
  <cp:lastPrinted>2016-02-02T14:18:00Z</cp:lastPrinted>
  <dcterms:created xsi:type="dcterms:W3CDTF">2018-12-03T07:39:00Z</dcterms:created>
  <dcterms:modified xsi:type="dcterms:W3CDTF">2018-12-03T08:37:00Z</dcterms:modified>
</cp:coreProperties>
</file>